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/>
  <w:body>
    <w:p w:rsidR="003150F5" w:rsidRDefault="003150F5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0" o:spid="_x0000_s1026" type="#_x0000_t75" alt="COLLAGE (EDTECH).jpg" style="position:absolute;margin-left:-50.45pt;margin-top:-19.3pt;width:757.85pt;height:505.5pt;z-index:251658240;visibility:visible">
            <v:imagedata r:id="rId4" o:title=""/>
          </v:shape>
        </w:pict>
      </w:r>
    </w:p>
    <w:sectPr w:rsidR="003150F5" w:rsidSect="003D3BF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isplayBackgroundShape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3BF4"/>
    <w:rsid w:val="001D6621"/>
    <w:rsid w:val="003150F5"/>
    <w:rsid w:val="003D3BF4"/>
    <w:rsid w:val="00553E84"/>
    <w:rsid w:val="00B97C09"/>
    <w:rsid w:val="00C22A82"/>
    <w:rsid w:val="00DB5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62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D3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D3B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0</Words>
  <Characters>1</Characters>
  <Application>Microsoft Office Outlook</Application>
  <DocSecurity>0</DocSecurity>
  <Lines>0</Lines>
  <Paragraphs>0</Paragraphs>
  <ScaleCrop>false</ScaleCrop>
  <Company>Deftones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Ramirez</dc:creator>
  <cp:keywords/>
  <dc:description/>
  <cp:lastModifiedBy>Student</cp:lastModifiedBy>
  <cp:revision>2</cp:revision>
  <dcterms:created xsi:type="dcterms:W3CDTF">2012-07-11T00:43:00Z</dcterms:created>
  <dcterms:modified xsi:type="dcterms:W3CDTF">2012-07-11T00:43:00Z</dcterms:modified>
</cp:coreProperties>
</file>